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70D" w:rsidRDefault="00C2622F">
      <w:r>
        <w:sym w:font="Wingdings" w:char="F04A"/>
      </w:r>
      <w:r>
        <w:sym w:font="Wingdings" w:char="F04A"/>
      </w:r>
      <w:r>
        <w:sym w:font="Wingdings" w:char="F04A"/>
      </w:r>
      <w:r>
        <w:sym w:font="Wingdings" w:char="F04A"/>
      </w:r>
      <w:bookmarkStart w:id="0" w:name="_GoBack"/>
      <w:bookmarkEnd w:id="0"/>
    </w:p>
    <w:sectPr w:rsidR="006057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D5B"/>
    <w:rsid w:val="00081D5B"/>
    <w:rsid w:val="0060570D"/>
    <w:rsid w:val="00A949C5"/>
    <w:rsid w:val="00C26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WordTalk\WordTal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5FE2A7-66AA-4FAC-B61B-F924632F7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WordTalk</Template>
  <TotalTime>50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</dc:creator>
  <cp:lastModifiedBy>mom</cp:lastModifiedBy>
  <cp:revision>1</cp:revision>
  <dcterms:created xsi:type="dcterms:W3CDTF">2011-10-09T18:10:00Z</dcterms:created>
  <dcterms:modified xsi:type="dcterms:W3CDTF">2011-10-09T19:41:00Z</dcterms:modified>
</cp:coreProperties>
</file>